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7720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sdt>
                      <w:sdtPr>
                        <w:rPr>
                          <w:bCs/>
                          <w:lang w:val="en-IE" w:eastAsia="en-GB"/>
                        </w:rPr>
                        <w:id w:val="465550843"/>
                        <w:placeholder>
                          <w:docPart w:val="3AC55EBDB739427E8C56913DAF528AAD"/>
                        </w:placeholder>
                      </w:sdtPr>
                      <w:sdtEndPr/>
                      <w:sdtContent>
                        <w:tc>
                          <w:tcPr>
                            <w:tcW w:w="5491" w:type="dxa"/>
                          </w:tcPr>
                          <w:p w14:paraId="26B6BD75" w14:textId="58A492F9" w:rsidR="00D96984" w:rsidRPr="0007110E" w:rsidRDefault="0081088E" w:rsidP="00E82667">
                            <w:pPr>
                              <w:tabs>
                                <w:tab w:val="left" w:pos="426"/>
                              </w:tabs>
                              <w:spacing w:before="120"/>
                              <w:rPr>
                                <w:bCs/>
                                <w:lang w:val="en-IE" w:eastAsia="en-GB"/>
                              </w:rPr>
                            </w:pPr>
                            <w:r w:rsidRPr="0081088E">
                              <w:rPr>
                                <w:szCs w:val="24"/>
                                <w:shd w:val="clear" w:color="auto" w:fill="F8F8F8"/>
                              </w:rPr>
                              <w:t>292988</w:t>
                            </w:r>
                          </w:p>
                        </w:tc>
                      </w:sdtContent>
                    </w:sdt>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577208" w:rsidP="005C0526">
                    <w:pPr>
                      <w:spacing w:after="0"/>
                      <w:ind w:right="1315"/>
                      <w:rPr>
                        <w:bCs/>
                        <w:lang w:val="en-IE" w:eastAsia="en-GB"/>
                      </w:rPr>
                    </w:pPr>
                  </w:p>
                </w:sdtContent>
              </w:sdt>
            </w:sdtContent>
          </w:sdt>
          <w:p w14:paraId="34CF737A" w14:textId="0D577DAC" w:rsidR="00E21DBD" w:rsidRPr="0007110E" w:rsidRDefault="0057720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p>
          <w:p w14:paraId="158DD156" w14:textId="11696589" w:rsidR="00E21DBD" w:rsidRPr="0007110E" w:rsidRDefault="0057720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sdt>
                          <w:sdtPr>
                            <w:rPr>
                              <w:bCs/>
                              <w:szCs w:val="24"/>
                              <w:lang w:eastAsia="en-GB"/>
                            </w:rPr>
                            <w:id w:val="-475147534"/>
                            <w:placeholder>
                              <w:docPart w:val="0FABD4D9D3BB42CD88870DA1A4F056F9"/>
                            </w:placeholder>
                          </w:sdtPr>
                          <w:sdtEndPr/>
                          <w:sdtContent>
                            <w:sdt>
                              <w:sdtPr>
                                <w:rPr>
                                  <w:bCs/>
                                  <w:szCs w:val="24"/>
                                  <w:lang w:eastAsia="en-GB"/>
                                </w:rPr>
                                <w:id w:val="-800462291"/>
                                <w:placeholder>
                                  <w:docPart w:val="B1A897CC69B54C11900F89F8A0588474"/>
                                </w:placeholder>
                              </w:sdtPr>
                              <w:sdtEndPr/>
                              <w:sdtContent>
                                <w:r w:rsidR="0081088E">
                                  <w:rPr>
                                    <w:bCs/>
                                    <w:szCs w:val="24"/>
                                    <w:lang w:eastAsia="en-GB"/>
                                  </w:rPr>
                                  <w:t>The Gambia</w:t>
                                </w:r>
                              </w:sdtContent>
                            </w:sdt>
                          </w:sdtContent>
                        </w:sdt>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1BA977"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554E66D"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7720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7720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7720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58E3BA"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2320035"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5pt" o:ole="">
                  <v:imagedata r:id="rId23" o:title=""/>
                </v:shape>
                <w:control r:id="rId24" w:name="OptionButton2" w:shapeid="_x0000_i1045"/>
              </w:object>
            </w:r>
            <w:r>
              <w:rPr>
                <w:bCs/>
                <w:lang w:eastAsia="en-GB"/>
              </w:rPr>
              <w:object w:dxaOrig="1440" w:dyaOrig="1440" w14:anchorId="0992615F">
                <v:shape id="_x0000_i1047" type="#_x0000_t75" style="width:108pt;height:21.5pt" o:ole="">
                  <v:imagedata r:id="rId25" o:title=""/>
                </v:shape>
                <w:control r:id="rId26" w:name="OptionButton3" w:shapeid="_x0000_i1047"/>
              </w:object>
            </w:r>
          </w:p>
          <w:p w14:paraId="42C9AD79" w14:textId="02EABFB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577208">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17E17428" w:rsidR="005C0526" w:rsidRDefault="005C0526" w:rsidP="005C0526">
              <w:pPr>
                <w:widowControl w:val="0"/>
                <w:spacing w:after="295" w:line="259" w:lineRule="exact"/>
                <w:ind w:right="320"/>
                <w:rPr>
                  <w:lang w:val="en-US" w:eastAsia="en-GB"/>
                </w:rPr>
              </w:pPr>
              <w:r>
                <w:rPr>
                  <w:lang w:val="en-US" w:eastAsia="en-GB"/>
                </w:rPr>
                <w:t>We propose a SNE post attached to DG HOME and deployed in a</w:t>
              </w:r>
              <w:r w:rsidR="0081088E">
                <w:rPr>
                  <w:lang w:val="en-US" w:eastAsia="en-GB"/>
                </w:rPr>
                <w:t>n</w:t>
              </w:r>
              <w:r>
                <w:rPr>
                  <w:lang w:val="en-US" w:eastAsia="en-GB"/>
                </w:rPr>
                <w:t xml:space="preserve">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577208"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577208"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4C3"/>
    <w:rsid w:val="00092BCA"/>
    <w:rsid w:val="000A4668"/>
    <w:rsid w:val="000D129C"/>
    <w:rsid w:val="000F371B"/>
    <w:rsid w:val="000F4CD5"/>
    <w:rsid w:val="00111AB6"/>
    <w:rsid w:val="001D0A81"/>
    <w:rsid w:val="002109E6"/>
    <w:rsid w:val="00252050"/>
    <w:rsid w:val="002B3CBF"/>
    <w:rsid w:val="002C13C3"/>
    <w:rsid w:val="002C49D0"/>
    <w:rsid w:val="002E40A9"/>
    <w:rsid w:val="00346EE6"/>
    <w:rsid w:val="00394447"/>
    <w:rsid w:val="003E50A4"/>
    <w:rsid w:val="0040388A"/>
    <w:rsid w:val="00431778"/>
    <w:rsid w:val="00454CC7"/>
    <w:rsid w:val="00464195"/>
    <w:rsid w:val="00476034"/>
    <w:rsid w:val="005168AD"/>
    <w:rsid w:val="00577208"/>
    <w:rsid w:val="0058240F"/>
    <w:rsid w:val="00592CD5"/>
    <w:rsid w:val="005C0526"/>
    <w:rsid w:val="005D1B85"/>
    <w:rsid w:val="00665583"/>
    <w:rsid w:val="00693BC6"/>
    <w:rsid w:val="00696070"/>
    <w:rsid w:val="007757AD"/>
    <w:rsid w:val="007E531E"/>
    <w:rsid w:val="007F02AC"/>
    <w:rsid w:val="007F7012"/>
    <w:rsid w:val="0081088E"/>
    <w:rsid w:val="008D02B7"/>
    <w:rsid w:val="008F0B52"/>
    <w:rsid w:val="008F4BA9"/>
    <w:rsid w:val="00994062"/>
    <w:rsid w:val="00996CC6"/>
    <w:rsid w:val="009A1EA0"/>
    <w:rsid w:val="009A2F00"/>
    <w:rsid w:val="009C5E27"/>
    <w:rsid w:val="00A033AD"/>
    <w:rsid w:val="00AA2E18"/>
    <w:rsid w:val="00AB2CEA"/>
    <w:rsid w:val="00AF6424"/>
    <w:rsid w:val="00B24CC5"/>
    <w:rsid w:val="00B3644B"/>
    <w:rsid w:val="00B65513"/>
    <w:rsid w:val="00B73F08"/>
    <w:rsid w:val="00B8014C"/>
    <w:rsid w:val="00BF188B"/>
    <w:rsid w:val="00C06724"/>
    <w:rsid w:val="00C12E55"/>
    <w:rsid w:val="00C3254D"/>
    <w:rsid w:val="00C504C7"/>
    <w:rsid w:val="00C75BA4"/>
    <w:rsid w:val="00CB5B61"/>
    <w:rsid w:val="00CD2C5A"/>
    <w:rsid w:val="00D0015C"/>
    <w:rsid w:val="00D03CF4"/>
    <w:rsid w:val="00D7090C"/>
    <w:rsid w:val="00D84D53"/>
    <w:rsid w:val="00D96984"/>
    <w:rsid w:val="00DD41ED"/>
    <w:rsid w:val="00DF1E49"/>
    <w:rsid w:val="00DF5EBB"/>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
      <w:docPartPr>
        <w:name w:val="3AC55EBDB739427E8C56913DAF528AAD"/>
        <w:category>
          <w:name w:val="General"/>
          <w:gallery w:val="placeholder"/>
        </w:category>
        <w:types>
          <w:type w:val="bbPlcHdr"/>
        </w:types>
        <w:behaviors>
          <w:behavior w:val="content"/>
        </w:behaviors>
        <w:guid w:val="{BEF5C4A9-165F-485D-AB4D-21DE9BDB6ED8}"/>
      </w:docPartPr>
      <w:docPartBody>
        <w:p w:rsidR="00BF138B" w:rsidRDefault="00BF138B" w:rsidP="00BF138B">
          <w:pPr>
            <w:pStyle w:val="3AC55EBDB739427E8C56913DAF528AAD"/>
          </w:pPr>
          <w:r w:rsidRPr="00111AB6">
            <w:rPr>
              <w:rStyle w:val="PlaceholderText"/>
            </w:rPr>
            <w:t>Click or tap here to enter text.</w:t>
          </w:r>
        </w:p>
      </w:docPartBody>
    </w:docPart>
    <w:docPart>
      <w:docPartPr>
        <w:name w:val="0FABD4D9D3BB42CD88870DA1A4F056F9"/>
        <w:category>
          <w:name w:val="General"/>
          <w:gallery w:val="placeholder"/>
        </w:category>
        <w:types>
          <w:type w:val="bbPlcHdr"/>
        </w:types>
        <w:behaviors>
          <w:behavior w:val="content"/>
        </w:behaviors>
        <w:guid w:val="{B2D4CF19-FDBE-46CC-989E-DDFDDF928FD2}"/>
      </w:docPartPr>
      <w:docPartBody>
        <w:p w:rsidR="00BF138B" w:rsidRDefault="00BF138B" w:rsidP="00BF138B">
          <w:pPr>
            <w:pStyle w:val="0FABD4D9D3BB42CD88870DA1A4F056F9"/>
          </w:pPr>
          <w:r w:rsidRPr="00BD2312">
            <w:rPr>
              <w:rStyle w:val="PlaceholderText"/>
            </w:rPr>
            <w:t>Click or tap here to enter text.</w:t>
          </w:r>
        </w:p>
      </w:docPartBody>
    </w:docPart>
    <w:docPart>
      <w:docPartPr>
        <w:name w:val="B1A897CC69B54C11900F89F8A0588474"/>
        <w:category>
          <w:name w:val="General"/>
          <w:gallery w:val="placeholder"/>
        </w:category>
        <w:types>
          <w:type w:val="bbPlcHdr"/>
        </w:types>
        <w:behaviors>
          <w:behavior w:val="content"/>
        </w:behaviors>
        <w:guid w:val="{ED144EFF-A233-439C-B2D7-8A55F8D6E97C}"/>
      </w:docPartPr>
      <w:docPartBody>
        <w:p w:rsidR="00AB062F" w:rsidRDefault="00AB062F" w:rsidP="00AB062F">
          <w:pPr>
            <w:pStyle w:val="B1A897CC69B54C11900F89F8A058847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04C3"/>
    <w:rsid w:val="001E3B1B"/>
    <w:rsid w:val="00346EE6"/>
    <w:rsid w:val="0040059D"/>
    <w:rsid w:val="00416B25"/>
    <w:rsid w:val="006212B2"/>
    <w:rsid w:val="006F0611"/>
    <w:rsid w:val="007F7378"/>
    <w:rsid w:val="00893390"/>
    <w:rsid w:val="00894A0C"/>
    <w:rsid w:val="009A12CB"/>
    <w:rsid w:val="00AB062F"/>
    <w:rsid w:val="00B02A95"/>
    <w:rsid w:val="00BF13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062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 w:type="paragraph" w:customStyle="1" w:styleId="3AC55EBDB739427E8C56913DAF528AAD">
    <w:name w:val="3AC55EBDB739427E8C56913DAF528AAD"/>
    <w:rsid w:val="00BF138B"/>
    <w:rPr>
      <w:kern w:val="2"/>
      <w:lang w:val="en-US" w:eastAsia="en-US"/>
      <w14:ligatures w14:val="standardContextual"/>
    </w:rPr>
  </w:style>
  <w:style w:type="paragraph" w:customStyle="1" w:styleId="0FABD4D9D3BB42CD88870DA1A4F056F9">
    <w:name w:val="0FABD4D9D3BB42CD88870DA1A4F056F9"/>
    <w:rsid w:val="00BF138B"/>
    <w:rPr>
      <w:kern w:val="2"/>
      <w:lang w:val="en-US" w:eastAsia="en-US"/>
      <w14:ligatures w14:val="standardContextual"/>
    </w:rPr>
  </w:style>
  <w:style w:type="paragraph" w:customStyle="1" w:styleId="B1A897CC69B54C11900F89F8A0588474">
    <w:name w:val="B1A897CC69B54C11900F89F8A0588474"/>
    <w:rsid w:val="00AB062F"/>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76163D2-0091-4E18-B2C1-D75CBDD24595}"/>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16</TotalTime>
  <Pages>5</Pages>
  <Words>1465</Words>
  <Characters>10051</Characters>
  <Application>Microsoft Office Word</Application>
  <DocSecurity>0</DocSecurity>
  <PresentationFormat>Microsoft Word 14.0</PresentationFormat>
  <Lines>287</Lines>
  <Paragraphs>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8</cp:revision>
  <cp:lastPrinted>2023-04-05T10:36:00Z</cp:lastPrinted>
  <dcterms:created xsi:type="dcterms:W3CDTF">2024-10-10T11:00:00Z</dcterms:created>
  <dcterms:modified xsi:type="dcterms:W3CDTF">2025-09-08T14:23:00Z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